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5F8" w:rsidRDefault="003C05F8" w:rsidP="00EC4F65">
      <w:pPr>
        <w:rPr>
          <w:highlight w:val="yellow"/>
        </w:rPr>
      </w:pPr>
      <w:r>
        <w:t xml:space="preserve">Subject: </w:t>
      </w:r>
      <w:r>
        <w:rPr>
          <w:highlight w:val="yellow"/>
        </w:rPr>
        <w:t>&lt;Follow up on conversation with XYZ</w:t>
      </w:r>
    </w:p>
    <w:p w:rsidR="003C05F8" w:rsidRDefault="003C05F8" w:rsidP="00EC4F65"/>
    <w:p w:rsidR="003C05F8" w:rsidRDefault="003C05F8" w:rsidP="00EC4F65">
      <w:r>
        <w:t>Dear &lt;</w:t>
      </w:r>
      <w:r>
        <w:rPr>
          <w:highlight w:val="yellow"/>
        </w:rPr>
        <w:t>NAME</w:t>
      </w:r>
      <w:r>
        <w:t>&gt;</w:t>
      </w:r>
    </w:p>
    <w:p w:rsidR="003C05F8" w:rsidRDefault="003C05F8" w:rsidP="00EC4F65"/>
    <w:p w:rsidR="003C05F8" w:rsidRDefault="003C05F8" w:rsidP="00EC4F65">
      <w:r>
        <w:t>I enjoyed meeting  &lt;you/xyz&gt; at the recent ITSE exhibition in Denver. We observed that the companies that are creating software that is:</w:t>
      </w:r>
    </w:p>
    <w:p w:rsidR="003C05F8" w:rsidRDefault="003C05F8" w:rsidP="00F0477E">
      <w:pPr>
        <w:numPr>
          <w:ilvl w:val="0"/>
          <w:numId w:val="3"/>
        </w:numPr>
      </w:pPr>
      <w:r>
        <w:t>Interactive</w:t>
      </w:r>
    </w:p>
    <w:p w:rsidR="003C05F8" w:rsidRDefault="003C05F8" w:rsidP="00F0477E">
      <w:pPr>
        <w:numPr>
          <w:ilvl w:val="0"/>
          <w:numId w:val="3"/>
        </w:numPr>
      </w:pPr>
      <w:r>
        <w:t>Real Time</w:t>
      </w:r>
    </w:p>
    <w:p w:rsidR="003C05F8" w:rsidRDefault="003C05F8" w:rsidP="00F0477E">
      <w:pPr>
        <w:numPr>
          <w:ilvl w:val="0"/>
          <w:numId w:val="3"/>
        </w:numPr>
      </w:pPr>
      <w:r>
        <w:t>Delivered by Web as a service</w:t>
      </w:r>
    </w:p>
    <w:p w:rsidR="003C05F8" w:rsidRDefault="003C05F8" w:rsidP="00F0477E">
      <w:pPr>
        <w:numPr>
          <w:ilvl w:val="0"/>
          <w:numId w:val="3"/>
        </w:numPr>
      </w:pPr>
      <w:r>
        <w:t xml:space="preserve">Easily Customized to business needs </w:t>
      </w:r>
    </w:p>
    <w:p w:rsidR="003C05F8" w:rsidRDefault="003C05F8" w:rsidP="002C390F">
      <w:pPr>
        <w:ind w:left="45"/>
      </w:pPr>
    </w:p>
    <w:p w:rsidR="003C05F8" w:rsidRDefault="003C05F8" w:rsidP="002C390F">
      <w:pPr>
        <w:ind w:left="45"/>
      </w:pPr>
      <w:r>
        <w:t>Tend to dominate their respective categories….. Lionbridge has 750 people employed developing and delivering solutions for ISV’s and we have the advantage of talking to many software companies to get a pulse on the industry. We were impressed with your presentation at the ITSE in Denver and we would like to learn more about your product.</w:t>
      </w:r>
    </w:p>
    <w:p w:rsidR="003C05F8" w:rsidRDefault="003C05F8" w:rsidP="002C390F">
      <w:pPr>
        <w:ind w:left="45"/>
      </w:pPr>
    </w:p>
    <w:p w:rsidR="003C05F8" w:rsidRDefault="003C05F8" w:rsidP="002C390F">
      <w:pPr>
        <w:ind w:left="45"/>
      </w:pPr>
      <w:r>
        <w:t>We have examined products from</w:t>
      </w:r>
    </w:p>
    <w:p w:rsidR="003C05F8" w:rsidRDefault="003C05F8" w:rsidP="002C390F">
      <w:pPr>
        <w:numPr>
          <w:ilvl w:val="0"/>
          <w:numId w:val="4"/>
        </w:numPr>
      </w:pPr>
      <w:r>
        <w:t>Hated competitor 1</w:t>
      </w:r>
    </w:p>
    <w:p w:rsidR="003C05F8" w:rsidRDefault="003C05F8" w:rsidP="002C390F">
      <w:pPr>
        <w:numPr>
          <w:ilvl w:val="0"/>
          <w:numId w:val="4"/>
        </w:numPr>
      </w:pPr>
      <w:r>
        <w:t>Hated Competitor 2</w:t>
      </w:r>
    </w:p>
    <w:p w:rsidR="003C05F8" w:rsidRDefault="003C05F8" w:rsidP="002C390F">
      <w:pPr>
        <w:numPr>
          <w:ilvl w:val="0"/>
          <w:numId w:val="4"/>
        </w:numPr>
      </w:pPr>
      <w:r>
        <w:t>Hated competitor 3</w:t>
      </w:r>
    </w:p>
    <w:p w:rsidR="003C05F8" w:rsidRDefault="003C05F8" w:rsidP="00EC4F65"/>
    <w:p w:rsidR="003C05F8" w:rsidRDefault="003C05F8" w:rsidP="00EC4F65">
      <w:pPr>
        <w:autoSpaceDE w:val="0"/>
        <w:autoSpaceDN w:val="0"/>
      </w:pPr>
      <w:r>
        <w:t>And based on what we , we believe xyz could emerge as a market sector leader. We would like to have the opportunity to have a software demo the have a call with your engineering and operational leadership to present our ideas on ways to gain an operational advantage in the market.</w:t>
      </w:r>
    </w:p>
    <w:p w:rsidR="003C05F8" w:rsidRDefault="003C05F8" w:rsidP="00EC4F65">
      <w:pPr>
        <w:autoSpaceDE w:val="0"/>
        <w:autoSpaceDN w:val="0"/>
        <w:rPr>
          <w:rFonts w:ascii="Helvetica" w:hAnsi="Helvetica" w:cs="Helvetica"/>
          <w:color w:val="000000"/>
        </w:rPr>
      </w:pPr>
    </w:p>
    <w:p w:rsidR="003C05F8" w:rsidRDefault="003C05F8" w:rsidP="00EC4F65">
      <w:pPr>
        <w:autoSpaceDE w:val="0"/>
        <w:autoSpaceDN w:val="0"/>
      </w:pPr>
      <w:r>
        <w:t>I believe there are a number of areas where we may be able to collaborate and we are willing to share our ideas and experience. In short we have helped clients</w:t>
      </w:r>
    </w:p>
    <w:p w:rsidR="003C05F8" w:rsidRDefault="003C05F8" w:rsidP="00F73631">
      <w:pPr>
        <w:numPr>
          <w:ilvl w:val="0"/>
          <w:numId w:val="5"/>
        </w:numPr>
        <w:autoSpaceDE w:val="0"/>
        <w:autoSpaceDN w:val="0"/>
      </w:pPr>
      <w:r>
        <w:t>Improve Cash flow by accelerating release cycles</w:t>
      </w:r>
    </w:p>
    <w:p w:rsidR="003C05F8" w:rsidRDefault="003C05F8" w:rsidP="00F73631">
      <w:pPr>
        <w:numPr>
          <w:ilvl w:val="0"/>
          <w:numId w:val="5"/>
        </w:numPr>
        <w:autoSpaceDE w:val="0"/>
        <w:autoSpaceDN w:val="0"/>
      </w:pPr>
      <w:r>
        <w:t>Gain first mover advantage by accelerating new features</w:t>
      </w:r>
    </w:p>
    <w:p w:rsidR="003C05F8" w:rsidRDefault="003C05F8" w:rsidP="00F73631">
      <w:pPr>
        <w:numPr>
          <w:ilvl w:val="0"/>
          <w:numId w:val="5"/>
        </w:numPr>
        <w:autoSpaceDE w:val="0"/>
        <w:autoSpaceDN w:val="0"/>
      </w:pPr>
      <w:r>
        <w:t>Cure developmental bottle necks and reduce Product costs</w:t>
      </w:r>
    </w:p>
    <w:p w:rsidR="003C05F8" w:rsidRDefault="003C05F8" w:rsidP="00EC4F65">
      <w:pPr>
        <w:autoSpaceDE w:val="0"/>
        <w:autoSpaceDN w:val="0"/>
      </w:pPr>
    </w:p>
    <w:p w:rsidR="003C05F8" w:rsidRDefault="003C05F8" w:rsidP="00EC4F65">
      <w:r>
        <w:t>I would like set up a call or meeting at your convenience to see a software Demo and schedule a feedback section with executive management.</w:t>
      </w:r>
    </w:p>
    <w:p w:rsidR="003C05F8" w:rsidRDefault="003C05F8" w:rsidP="00EC4F65"/>
    <w:p w:rsidR="003C05F8" w:rsidRDefault="003C05F8" w:rsidP="00EC4F65">
      <w:r>
        <w:t>Thanks, and I look forward to our discussion.</w:t>
      </w:r>
    </w:p>
    <w:p w:rsidR="003C05F8" w:rsidRDefault="003C05F8"/>
    <w:sectPr w:rsidR="003C05F8" w:rsidSect="000427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5F6996"/>
    <w:multiLevelType w:val="hybridMultilevel"/>
    <w:tmpl w:val="E94496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446F19A1"/>
    <w:multiLevelType w:val="hybridMultilevel"/>
    <w:tmpl w:val="F4A27F0A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cs="Wingdings" w:hint="default"/>
      </w:rPr>
    </w:lvl>
  </w:abstractNum>
  <w:abstractNum w:abstractNumId="2">
    <w:nsid w:val="59305DCD"/>
    <w:multiLevelType w:val="hybridMultilevel"/>
    <w:tmpl w:val="AD984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DC2347E"/>
    <w:multiLevelType w:val="hybridMultilevel"/>
    <w:tmpl w:val="E6F27FB2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cs="Wingdings" w:hint="default"/>
      </w:rPr>
    </w:lvl>
  </w:abstractNum>
  <w:num w:numId="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4F65"/>
    <w:rsid w:val="000427DC"/>
    <w:rsid w:val="001F532C"/>
    <w:rsid w:val="002C390F"/>
    <w:rsid w:val="003C05F8"/>
    <w:rsid w:val="00414507"/>
    <w:rsid w:val="004A6EBF"/>
    <w:rsid w:val="005524D2"/>
    <w:rsid w:val="007D38CE"/>
    <w:rsid w:val="009369A8"/>
    <w:rsid w:val="00AA4848"/>
    <w:rsid w:val="00B13718"/>
    <w:rsid w:val="00D05F49"/>
    <w:rsid w:val="00D24F5D"/>
    <w:rsid w:val="00EC4F65"/>
    <w:rsid w:val="00F0477E"/>
    <w:rsid w:val="00F73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F65"/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EC4F65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C4F6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129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225</Words>
  <Characters>1285</Characters>
  <Application>Microsoft Office Outlook</Application>
  <DocSecurity>0</DocSecurity>
  <Lines>0</Lines>
  <Paragraphs>0</Paragraphs>
  <ScaleCrop>false</ScaleCrop>
  <Company>Lionbridge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Subject: &lt;Follow up on conversation with XYZ</dc:title>
  <dc:subject/>
  <dc:creator>Vainatheya, Garuthman</dc:creator>
  <cp:keywords/>
  <dc:description/>
  <cp:lastModifiedBy>Jay Jablonski</cp:lastModifiedBy>
  <cp:revision>2</cp:revision>
  <dcterms:created xsi:type="dcterms:W3CDTF">2010-07-28T13:35:00Z</dcterms:created>
  <dcterms:modified xsi:type="dcterms:W3CDTF">2010-07-28T13:35:00Z</dcterms:modified>
</cp:coreProperties>
</file>